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>Čestné prohlášení o spl</w:t>
      </w:r>
      <w:bookmarkStart w:id="0" w:name="_GoBack"/>
      <w:bookmarkEnd w:id="0"/>
      <w:r>
        <w:rPr>
          <w:rStyle w:val="Siln"/>
        </w:rPr>
        <w:t xml:space="preserve">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veřejnou zakázku s názvem </w:t>
      </w:r>
      <w:bookmarkStart w:id="1" w:name="_Toc403053768"/>
      <w:r w:rsidRPr="00D63D26">
        <w:rPr>
          <w:b/>
        </w:rPr>
        <w:t>„</w:t>
      </w:r>
      <w:bookmarkEnd w:id="1"/>
      <w:r w:rsidR="00D63D26" w:rsidRPr="00D63D26">
        <w:rPr>
          <w:rStyle w:val="FontStyle37"/>
          <w:rFonts w:asciiTheme="minorHAnsi" w:hAnsiTheme="minorHAnsi"/>
          <w:color w:val="auto"/>
          <w:sz w:val="18"/>
          <w:szCs w:val="18"/>
        </w:rPr>
        <w:t xml:space="preserve">Vypracování projektové dokumentace pro opravu zabezpečovacího </w:t>
      </w:r>
      <w:r w:rsidR="00D63D26" w:rsidRPr="005C2CBC">
        <w:rPr>
          <w:rStyle w:val="FontStyle37"/>
          <w:rFonts w:asciiTheme="minorHAnsi" w:hAnsiTheme="minorHAnsi"/>
          <w:color w:val="auto"/>
          <w:sz w:val="18"/>
          <w:szCs w:val="18"/>
        </w:rPr>
        <w:t>zařízení v uzlu Slaný</w:t>
      </w:r>
      <w:r w:rsidRPr="005C2CBC">
        <w:rPr>
          <w:b/>
        </w:rPr>
        <w:t>“</w:t>
      </w:r>
      <w:r w:rsidRPr="005C2CBC">
        <w:t xml:space="preserve">, </w:t>
      </w:r>
      <w:proofErr w:type="gramStart"/>
      <w:r w:rsidR="005C2CBC" w:rsidRPr="005C2CBC">
        <w:t>č.j.</w:t>
      </w:r>
      <w:proofErr w:type="gramEnd"/>
      <w:r w:rsidR="005C2CBC" w:rsidRPr="005C2CBC">
        <w:t xml:space="preserve"> 32222</w:t>
      </w:r>
      <w:r w:rsidRPr="005C2CBC">
        <w:t>/20</w:t>
      </w:r>
      <w:r w:rsidR="003B0398" w:rsidRPr="005C2CBC">
        <w:t>20</w:t>
      </w:r>
      <w:r w:rsidRPr="005C2CBC">
        <w:t>-SŽ-OŘ PHA-OVZ tímto čestně prohlašuje, že je účastníkem</w:t>
      </w:r>
      <w:r w:rsidRPr="005E4B67">
        <w:t>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BB4EA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5EBEE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C2CB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C2CB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C714CE"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3417B0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941C2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2CBC"/>
    <w:rsid w:val="005F1404"/>
    <w:rsid w:val="0061068E"/>
    <w:rsid w:val="00660AD3"/>
    <w:rsid w:val="00677B7F"/>
    <w:rsid w:val="006A4BD5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3D26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575832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D63D26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22C6F7-82F0-46DD-9453-62178DAA2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4</cp:revision>
  <cp:lastPrinted>2017-11-28T17:18:00Z</cp:lastPrinted>
  <dcterms:created xsi:type="dcterms:W3CDTF">2020-08-27T08:39:00Z</dcterms:created>
  <dcterms:modified xsi:type="dcterms:W3CDTF">2020-08-27T11:16:00Z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